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0FD" w:rsidRDefault="005470FD" w:rsidP="0071317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</w:pPr>
    </w:p>
    <w:p w:rsidR="005470FD" w:rsidRDefault="005470FD" w:rsidP="008C0B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</w:p>
    <w:p w:rsidR="005470FD" w:rsidRPr="0007430E" w:rsidRDefault="005470FD" w:rsidP="00340350">
      <w:pPr>
        <w:spacing w:after="0" w:line="240" w:lineRule="auto"/>
        <w:ind w:left="9912"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7430E">
        <w:rPr>
          <w:rFonts w:ascii="Arial" w:hAnsi="Arial" w:cs="Arial"/>
          <w:sz w:val="24"/>
          <w:szCs w:val="24"/>
        </w:rPr>
        <w:t>Приложение</w:t>
      </w:r>
    </w:p>
    <w:p w:rsidR="005470FD" w:rsidRPr="0007430E" w:rsidRDefault="005470FD" w:rsidP="00340350">
      <w:pPr>
        <w:spacing w:after="0" w:line="240" w:lineRule="auto"/>
        <w:ind w:left="9912"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7430E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470FD" w:rsidRPr="0007430E" w:rsidRDefault="005470FD" w:rsidP="00340350">
      <w:pPr>
        <w:spacing w:after="0" w:line="240" w:lineRule="auto"/>
        <w:ind w:left="9912"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7430E">
        <w:rPr>
          <w:rFonts w:ascii="Arial" w:hAnsi="Arial" w:cs="Arial"/>
          <w:sz w:val="24"/>
          <w:szCs w:val="24"/>
        </w:rPr>
        <w:t xml:space="preserve">городского округа Серебряные Пруды </w:t>
      </w:r>
    </w:p>
    <w:p w:rsidR="005470FD" w:rsidRPr="0007430E" w:rsidRDefault="005470FD" w:rsidP="00340350">
      <w:pPr>
        <w:spacing w:after="0" w:line="240" w:lineRule="auto"/>
        <w:ind w:left="9912"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7430E">
        <w:rPr>
          <w:rFonts w:ascii="Arial" w:hAnsi="Arial" w:cs="Arial"/>
          <w:sz w:val="24"/>
          <w:szCs w:val="24"/>
        </w:rPr>
        <w:t>от 01.11.2019г. №1684</w:t>
      </w:r>
    </w:p>
    <w:p w:rsidR="005470FD" w:rsidRPr="0007430E" w:rsidRDefault="005470FD" w:rsidP="00340350">
      <w:p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Arial" w:hAnsi="Arial" w:cs="Arial"/>
          <w:sz w:val="24"/>
          <w:szCs w:val="24"/>
          <w:lang w:eastAsia="ru-RU"/>
        </w:rPr>
      </w:pPr>
    </w:p>
    <w:p w:rsidR="005470FD" w:rsidRPr="0007430E" w:rsidRDefault="005470FD" w:rsidP="003403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07430E">
        <w:rPr>
          <w:rFonts w:ascii="Arial" w:hAnsi="Arial" w:cs="Arial"/>
          <w:sz w:val="24"/>
          <w:szCs w:val="24"/>
          <w:lang w:eastAsia="ru-RU"/>
        </w:rPr>
        <w:t xml:space="preserve">Муниципальная программа городского округа Серебряные Пруды Московской области «Развитие инженерной инфраструктуры и энергоэффективности»   </w:t>
      </w:r>
    </w:p>
    <w:p w:rsidR="005470FD" w:rsidRPr="00340350" w:rsidRDefault="005470FD" w:rsidP="003403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07430E">
        <w:rPr>
          <w:rFonts w:ascii="Arial" w:hAnsi="Arial" w:cs="Arial"/>
          <w:sz w:val="24"/>
          <w:szCs w:val="24"/>
          <w:lang w:eastAsia="ru-RU"/>
        </w:rPr>
        <w:t xml:space="preserve">1. Паспорт муниципальной программы городского округа Серебряные Пруды Московской области «Развитие инженерной инфраструктуры и энергоэффективности»   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771"/>
        <w:gridCol w:w="1387"/>
        <w:gridCol w:w="1870"/>
        <w:gridCol w:w="1893"/>
        <w:gridCol w:w="2051"/>
        <w:gridCol w:w="1893"/>
        <w:gridCol w:w="2303"/>
      </w:tblGrid>
      <w:tr w:rsidR="005470FD" w:rsidRPr="0007430E" w:rsidTr="00340350"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1397" w:type="dxa"/>
            <w:gridSpan w:val="6"/>
          </w:tcPr>
          <w:p w:rsidR="005470FD" w:rsidRPr="0007430E" w:rsidRDefault="005470FD" w:rsidP="00340350">
            <w:pPr>
              <w:pStyle w:val="ConsPlus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7430E">
              <w:rPr>
                <w:rFonts w:ascii="Arial" w:hAnsi="Arial" w:cs="Arial"/>
                <w:sz w:val="24"/>
                <w:szCs w:val="24"/>
                <w:lang w:eastAsia="en-US"/>
              </w:rPr>
              <w:t>Первый заместитель главы администрации городского округа Серебряные Пруды Московской области – Александр Николаевич Пушкарёв</w:t>
            </w:r>
          </w:p>
        </w:tc>
      </w:tr>
      <w:tr w:rsidR="005470FD" w:rsidRPr="0007430E" w:rsidTr="00340350"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1397" w:type="dxa"/>
            <w:gridSpan w:val="6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Администрация городского округа Серебряные Пруды Московской области</w:t>
            </w:r>
          </w:p>
        </w:tc>
      </w:tr>
      <w:tr w:rsidR="005470FD" w:rsidRPr="0007430E" w:rsidTr="00340350"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397" w:type="dxa"/>
            <w:gridSpan w:val="6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1.  Повышение эффективности и надежности работы объектов ЖКХ.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2.  Повышение энергетической эффективности жилищно-коммунального хозяйства,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экономия бюджетных средств и средств потребителей энергоресурсов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3. Обеспечение населённых пунктов источниками газификации – газопроводами высокого и низкого давления</w:t>
            </w:r>
          </w:p>
        </w:tc>
      </w:tr>
      <w:tr w:rsidR="005470FD" w:rsidRPr="0007430E" w:rsidTr="00340350"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11397" w:type="dxa"/>
            <w:gridSpan w:val="6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Подпрограмма 1 «Чистая вода»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 xml:space="preserve">Подпрограмма 2 «Системы водоотведения» 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Подпрограмма 3 «Создание условий для обеспечения качественными коммунальными услугами»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Подпрограмма 4 «Энергосбережение и повышение энергетической эффективности»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Подпрограмма 5 «Развитие газификации»</w:t>
            </w:r>
          </w:p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Подпрограмма 6 «Обеспечивающая подпрограмма»</w:t>
            </w:r>
          </w:p>
        </w:tc>
      </w:tr>
      <w:tr w:rsidR="005470FD" w:rsidRPr="0007430E" w:rsidTr="00340350">
        <w:tc>
          <w:tcPr>
            <w:tcW w:w="3771" w:type="dxa"/>
            <w:vMerge w:val="restart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397" w:type="dxa"/>
            <w:gridSpan w:val="6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5470FD" w:rsidRPr="0007430E" w:rsidTr="00340350">
        <w:trPr>
          <w:trHeight w:val="123"/>
        </w:trPr>
        <w:tc>
          <w:tcPr>
            <w:tcW w:w="3771" w:type="dxa"/>
            <w:vMerge/>
            <w:vAlign w:val="center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5470FD" w:rsidRPr="0007430E" w:rsidRDefault="005470FD" w:rsidP="0034035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7430E">
              <w:rPr>
                <w:rFonts w:ascii="Arial" w:hAnsi="Arial" w:cs="Arial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70" w:type="dxa"/>
          </w:tcPr>
          <w:p w:rsidR="005470FD" w:rsidRPr="0007430E" w:rsidRDefault="005470FD" w:rsidP="0034035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7430E">
              <w:rPr>
                <w:rFonts w:ascii="Arial" w:hAnsi="Arial" w:cs="Arial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7430E">
              <w:rPr>
                <w:rFonts w:ascii="Arial" w:hAnsi="Arial" w:cs="Arial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2051" w:type="dxa"/>
          </w:tcPr>
          <w:p w:rsidR="005470FD" w:rsidRPr="0007430E" w:rsidRDefault="005470FD" w:rsidP="0034035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7430E">
              <w:rPr>
                <w:rFonts w:ascii="Arial" w:hAnsi="Arial" w:cs="Arial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7430E">
              <w:rPr>
                <w:rFonts w:ascii="Arial" w:hAnsi="Arial" w:cs="Arial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303" w:type="dxa"/>
          </w:tcPr>
          <w:p w:rsidR="005470FD" w:rsidRPr="0007430E" w:rsidRDefault="005470FD" w:rsidP="0034035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7430E">
              <w:rPr>
                <w:rFonts w:ascii="Arial" w:hAnsi="Arial" w:cs="Arial"/>
                <w:sz w:val="24"/>
                <w:szCs w:val="24"/>
                <w:lang w:eastAsia="en-US"/>
              </w:rPr>
              <w:t>2024</w:t>
            </w:r>
          </w:p>
        </w:tc>
      </w:tr>
      <w:tr w:rsidR="005470FD" w:rsidRPr="0007430E" w:rsidTr="00340350">
        <w:trPr>
          <w:trHeight w:val="286"/>
        </w:trPr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387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358 416,53</w:t>
            </w:r>
          </w:p>
        </w:tc>
        <w:tc>
          <w:tcPr>
            <w:tcW w:w="1870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261 359,31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95 374,22</w:t>
            </w:r>
          </w:p>
        </w:tc>
        <w:tc>
          <w:tcPr>
            <w:tcW w:w="205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561,00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561,00</w:t>
            </w:r>
          </w:p>
        </w:tc>
        <w:tc>
          <w:tcPr>
            <w:tcW w:w="230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561,00</w:t>
            </w:r>
          </w:p>
        </w:tc>
      </w:tr>
      <w:tr w:rsidR="005470FD" w:rsidRPr="0007430E" w:rsidTr="00340350">
        <w:trPr>
          <w:trHeight w:val="354"/>
        </w:trPr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87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70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05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30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470FD" w:rsidRPr="0007430E" w:rsidTr="00340350"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387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109 626,79</w:t>
            </w:r>
          </w:p>
        </w:tc>
        <w:tc>
          <w:tcPr>
            <w:tcW w:w="1870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53 240,9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48 435,89</w:t>
            </w:r>
          </w:p>
        </w:tc>
        <w:tc>
          <w:tcPr>
            <w:tcW w:w="205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2 650,00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2 650,00</w:t>
            </w:r>
          </w:p>
        </w:tc>
        <w:tc>
          <w:tcPr>
            <w:tcW w:w="230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2 650,00</w:t>
            </w:r>
          </w:p>
        </w:tc>
      </w:tr>
      <w:tr w:rsidR="005470FD" w:rsidRPr="0007430E" w:rsidTr="00340350"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387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70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05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30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470FD" w:rsidRPr="0007430E" w:rsidTr="00340350">
        <w:tc>
          <w:tcPr>
            <w:tcW w:w="377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387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468 043,32</w:t>
            </w:r>
          </w:p>
        </w:tc>
        <w:tc>
          <w:tcPr>
            <w:tcW w:w="1870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314 600,21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143 810,11</w:t>
            </w:r>
          </w:p>
        </w:tc>
        <w:tc>
          <w:tcPr>
            <w:tcW w:w="2051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3 211,00</w:t>
            </w:r>
          </w:p>
        </w:tc>
        <w:tc>
          <w:tcPr>
            <w:tcW w:w="189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3 211,00</w:t>
            </w:r>
          </w:p>
        </w:tc>
        <w:tc>
          <w:tcPr>
            <w:tcW w:w="2303" w:type="dxa"/>
          </w:tcPr>
          <w:p w:rsidR="005470FD" w:rsidRPr="0007430E" w:rsidRDefault="005470FD" w:rsidP="0034035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430E">
              <w:rPr>
                <w:rFonts w:ascii="Arial" w:hAnsi="Arial" w:cs="Arial"/>
                <w:sz w:val="24"/>
                <w:szCs w:val="24"/>
              </w:rPr>
              <w:t>3 211,00</w:t>
            </w:r>
          </w:p>
        </w:tc>
      </w:tr>
    </w:tbl>
    <w:p w:rsidR="005470FD" w:rsidRPr="0007430E" w:rsidRDefault="005470FD" w:rsidP="00BD0C4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5470FD" w:rsidRPr="0007430E" w:rsidSect="00340350">
      <w:headerReference w:type="default" r:id="rId7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0FD" w:rsidRDefault="005470FD">
      <w:pPr>
        <w:spacing w:after="0" w:line="240" w:lineRule="auto"/>
      </w:pPr>
      <w:r>
        <w:separator/>
      </w:r>
    </w:p>
  </w:endnote>
  <w:endnote w:type="continuationSeparator" w:id="0">
    <w:p w:rsidR="005470FD" w:rsidRDefault="0054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0FD" w:rsidRDefault="005470FD">
      <w:pPr>
        <w:spacing w:after="0" w:line="240" w:lineRule="auto"/>
      </w:pPr>
      <w:r>
        <w:separator/>
      </w:r>
    </w:p>
  </w:footnote>
  <w:footnote w:type="continuationSeparator" w:id="0">
    <w:p w:rsidR="005470FD" w:rsidRDefault="00547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FD" w:rsidRDefault="005470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99E"/>
    <w:multiLevelType w:val="hybridMultilevel"/>
    <w:tmpl w:val="DB225DC8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0A230E70"/>
    <w:multiLevelType w:val="hybridMultilevel"/>
    <w:tmpl w:val="B420B864"/>
    <w:lvl w:ilvl="0" w:tplc="6D70DAC8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">
    <w:nsid w:val="0AA104F6"/>
    <w:multiLevelType w:val="hybridMultilevel"/>
    <w:tmpl w:val="FDC05E68"/>
    <w:lvl w:ilvl="0" w:tplc="42D66870">
      <w:start w:val="2021"/>
      <w:numFmt w:val="decimal"/>
      <w:lvlText w:val="%1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0CE7"/>
    <w:multiLevelType w:val="hybridMultilevel"/>
    <w:tmpl w:val="3CC47D64"/>
    <w:lvl w:ilvl="0" w:tplc="290E807A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12FF0247"/>
    <w:multiLevelType w:val="hybridMultilevel"/>
    <w:tmpl w:val="5420ACB6"/>
    <w:lvl w:ilvl="0" w:tplc="0A4098FA">
      <w:start w:val="1"/>
      <w:numFmt w:val="decimal"/>
      <w:lvlText w:val="%1."/>
      <w:lvlJc w:val="left"/>
      <w:pPr>
        <w:ind w:left="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5">
    <w:nsid w:val="18BA4D4F"/>
    <w:multiLevelType w:val="hybridMultilevel"/>
    <w:tmpl w:val="3CC47D64"/>
    <w:lvl w:ilvl="0" w:tplc="290E807A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1B2E59F6"/>
    <w:multiLevelType w:val="hybridMultilevel"/>
    <w:tmpl w:val="DB225DC8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7">
    <w:nsid w:val="1DB26EA5"/>
    <w:multiLevelType w:val="hybridMultilevel"/>
    <w:tmpl w:val="5022B06A"/>
    <w:lvl w:ilvl="0" w:tplc="1624E510">
      <w:start w:val="2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8">
    <w:nsid w:val="27B0518F"/>
    <w:multiLevelType w:val="hybridMultilevel"/>
    <w:tmpl w:val="DDF0C2E4"/>
    <w:lvl w:ilvl="0" w:tplc="220C952A">
      <w:start w:val="202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2B59EE"/>
    <w:multiLevelType w:val="hybridMultilevel"/>
    <w:tmpl w:val="4274DAAA"/>
    <w:lvl w:ilvl="0" w:tplc="34947894">
      <w:start w:val="1"/>
      <w:numFmt w:val="decimal"/>
      <w:lvlText w:val="%1)"/>
      <w:lvlJc w:val="left"/>
      <w:pPr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10">
    <w:nsid w:val="2DF6642D"/>
    <w:multiLevelType w:val="hybridMultilevel"/>
    <w:tmpl w:val="9AF05B9C"/>
    <w:lvl w:ilvl="0" w:tplc="30069DE4">
      <w:start w:val="2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1">
    <w:nsid w:val="2EA940E4"/>
    <w:multiLevelType w:val="hybridMultilevel"/>
    <w:tmpl w:val="D2D02270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2">
    <w:nsid w:val="319B46BA"/>
    <w:multiLevelType w:val="hybridMultilevel"/>
    <w:tmpl w:val="CF1C1DC0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3">
    <w:nsid w:val="33B5778B"/>
    <w:multiLevelType w:val="hybridMultilevel"/>
    <w:tmpl w:val="DB225DC8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">
    <w:nsid w:val="37ED428C"/>
    <w:multiLevelType w:val="hybridMultilevel"/>
    <w:tmpl w:val="4274DAAA"/>
    <w:lvl w:ilvl="0" w:tplc="34947894">
      <w:start w:val="1"/>
      <w:numFmt w:val="decimal"/>
      <w:lvlText w:val="%1)"/>
      <w:lvlJc w:val="left"/>
      <w:pPr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15">
    <w:nsid w:val="3ACD0188"/>
    <w:multiLevelType w:val="hybridMultilevel"/>
    <w:tmpl w:val="44D881C8"/>
    <w:lvl w:ilvl="0" w:tplc="5E00AE6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3BFF7773"/>
    <w:multiLevelType w:val="multilevel"/>
    <w:tmpl w:val="710C40D4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abstractNum w:abstractNumId="17">
    <w:nsid w:val="3C695ABC"/>
    <w:multiLevelType w:val="hybridMultilevel"/>
    <w:tmpl w:val="EB883F12"/>
    <w:lvl w:ilvl="0" w:tplc="849491CC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8">
    <w:nsid w:val="3CC170CF"/>
    <w:multiLevelType w:val="hybridMultilevel"/>
    <w:tmpl w:val="66AC4614"/>
    <w:lvl w:ilvl="0" w:tplc="30069DE4">
      <w:start w:val="2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9">
    <w:nsid w:val="3F8A5C41"/>
    <w:multiLevelType w:val="hybridMultilevel"/>
    <w:tmpl w:val="D2D02270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0">
    <w:nsid w:val="40640371"/>
    <w:multiLevelType w:val="hybridMultilevel"/>
    <w:tmpl w:val="382C5A46"/>
    <w:lvl w:ilvl="0" w:tplc="BE7E9BB6">
      <w:start w:val="1"/>
      <w:numFmt w:val="decimal"/>
      <w:lvlText w:val="%1)"/>
      <w:lvlJc w:val="left"/>
      <w:pPr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21">
    <w:nsid w:val="40C7657E"/>
    <w:multiLevelType w:val="multilevel"/>
    <w:tmpl w:val="B2F01F98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2">
    <w:nsid w:val="4258752B"/>
    <w:multiLevelType w:val="hybridMultilevel"/>
    <w:tmpl w:val="EB883F12"/>
    <w:lvl w:ilvl="0" w:tplc="849491CC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3">
    <w:nsid w:val="426F6EBE"/>
    <w:multiLevelType w:val="hybridMultilevel"/>
    <w:tmpl w:val="4D9E2D2A"/>
    <w:lvl w:ilvl="0" w:tplc="AFAC0DD6">
      <w:start w:val="1"/>
      <w:numFmt w:val="decimal"/>
      <w:lvlText w:val="%1)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4">
    <w:nsid w:val="42D808CB"/>
    <w:multiLevelType w:val="hybridMultilevel"/>
    <w:tmpl w:val="BD5CE914"/>
    <w:lvl w:ilvl="0" w:tplc="204A0136">
      <w:start w:val="1"/>
      <w:numFmt w:val="decimal"/>
      <w:lvlText w:val="%1."/>
      <w:lvlJc w:val="left"/>
      <w:pPr>
        <w:ind w:left="2529" w:hanging="4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25">
    <w:nsid w:val="432D5578"/>
    <w:multiLevelType w:val="hybridMultilevel"/>
    <w:tmpl w:val="EB883F12"/>
    <w:lvl w:ilvl="0" w:tplc="849491CC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6">
    <w:nsid w:val="440379ED"/>
    <w:multiLevelType w:val="hybridMultilevel"/>
    <w:tmpl w:val="227A15D0"/>
    <w:lvl w:ilvl="0" w:tplc="073AA24E">
      <w:start w:val="3"/>
      <w:numFmt w:val="decimal"/>
      <w:lvlText w:val="%1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>
    <w:nsid w:val="45DC44CA"/>
    <w:multiLevelType w:val="hybridMultilevel"/>
    <w:tmpl w:val="57EA2854"/>
    <w:lvl w:ilvl="0" w:tplc="C504A690">
      <w:start w:val="3"/>
      <w:numFmt w:val="decimal"/>
      <w:lvlText w:val="%1."/>
      <w:lvlJc w:val="left"/>
      <w:pPr>
        <w:ind w:left="13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  <w:rPr>
        <w:rFonts w:cs="Times New Roman"/>
      </w:rPr>
    </w:lvl>
  </w:abstractNum>
  <w:abstractNum w:abstractNumId="28">
    <w:nsid w:val="4A515445"/>
    <w:multiLevelType w:val="hybridMultilevel"/>
    <w:tmpl w:val="7F86B4C0"/>
    <w:lvl w:ilvl="0" w:tplc="DBF2887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29">
    <w:nsid w:val="4B3A423A"/>
    <w:multiLevelType w:val="hybridMultilevel"/>
    <w:tmpl w:val="DB225DC8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0">
    <w:nsid w:val="4C01745C"/>
    <w:multiLevelType w:val="hybridMultilevel"/>
    <w:tmpl w:val="D9EE0D6C"/>
    <w:lvl w:ilvl="0" w:tplc="6F8CD71C">
      <w:start w:val="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1">
    <w:nsid w:val="4D795719"/>
    <w:multiLevelType w:val="hybridMultilevel"/>
    <w:tmpl w:val="EF02D4B4"/>
    <w:lvl w:ilvl="0" w:tplc="2F94BA4E">
      <w:start w:val="2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2">
    <w:nsid w:val="520E265F"/>
    <w:multiLevelType w:val="hybridMultilevel"/>
    <w:tmpl w:val="965CD0E2"/>
    <w:lvl w:ilvl="0" w:tplc="7D7C84F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538C75BA"/>
    <w:multiLevelType w:val="hybridMultilevel"/>
    <w:tmpl w:val="393AB1AA"/>
    <w:lvl w:ilvl="0" w:tplc="CECA9A0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4">
    <w:nsid w:val="54FB7949"/>
    <w:multiLevelType w:val="hybridMultilevel"/>
    <w:tmpl w:val="F2D6B788"/>
    <w:lvl w:ilvl="0" w:tplc="B2E482B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35">
    <w:nsid w:val="57D14748"/>
    <w:multiLevelType w:val="hybridMultilevel"/>
    <w:tmpl w:val="1178A478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AB81C09"/>
    <w:multiLevelType w:val="hybridMultilevel"/>
    <w:tmpl w:val="57EA2854"/>
    <w:lvl w:ilvl="0" w:tplc="C504A690">
      <w:start w:val="3"/>
      <w:numFmt w:val="decimal"/>
      <w:lvlText w:val="%1."/>
      <w:lvlJc w:val="left"/>
      <w:pPr>
        <w:ind w:left="13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  <w:rPr>
        <w:rFonts w:cs="Times New Roman"/>
      </w:rPr>
    </w:lvl>
  </w:abstractNum>
  <w:abstractNum w:abstractNumId="37">
    <w:nsid w:val="648164BF"/>
    <w:multiLevelType w:val="hybridMultilevel"/>
    <w:tmpl w:val="DB225DC8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8">
    <w:nsid w:val="653B4D04"/>
    <w:multiLevelType w:val="hybridMultilevel"/>
    <w:tmpl w:val="26E43B12"/>
    <w:lvl w:ilvl="0" w:tplc="34D8AFFE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9">
    <w:nsid w:val="66174AF4"/>
    <w:multiLevelType w:val="hybridMultilevel"/>
    <w:tmpl w:val="181C5192"/>
    <w:lvl w:ilvl="0" w:tplc="7C2C2906">
      <w:start w:val="202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6CA1BBF"/>
    <w:multiLevelType w:val="hybridMultilevel"/>
    <w:tmpl w:val="F07E96B2"/>
    <w:lvl w:ilvl="0" w:tplc="B81ED9F4">
      <w:start w:val="2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41">
    <w:nsid w:val="6E284D96"/>
    <w:multiLevelType w:val="hybridMultilevel"/>
    <w:tmpl w:val="DB225DC8"/>
    <w:lvl w:ilvl="0" w:tplc="30069DE4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2">
    <w:nsid w:val="6EFF6974"/>
    <w:multiLevelType w:val="hybridMultilevel"/>
    <w:tmpl w:val="BC8CF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F25232C"/>
    <w:multiLevelType w:val="hybridMultilevel"/>
    <w:tmpl w:val="D8280280"/>
    <w:lvl w:ilvl="0" w:tplc="631CC172">
      <w:start w:val="5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4">
    <w:nsid w:val="71A526AD"/>
    <w:multiLevelType w:val="hybridMultilevel"/>
    <w:tmpl w:val="13283608"/>
    <w:lvl w:ilvl="0" w:tplc="DB5C18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22370D4"/>
    <w:multiLevelType w:val="hybridMultilevel"/>
    <w:tmpl w:val="4274DAAA"/>
    <w:lvl w:ilvl="0" w:tplc="34947894">
      <w:start w:val="1"/>
      <w:numFmt w:val="decimal"/>
      <w:lvlText w:val="%1)"/>
      <w:lvlJc w:val="left"/>
      <w:pPr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46">
    <w:nsid w:val="7CA21C9F"/>
    <w:multiLevelType w:val="multilevel"/>
    <w:tmpl w:val="9544BC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cs="Times New Roman" w:hint="default"/>
      </w:rPr>
    </w:lvl>
    <w:lvl w:ilvl="2">
      <w:start w:val="1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7">
    <w:nsid w:val="7CE95B1D"/>
    <w:multiLevelType w:val="hybridMultilevel"/>
    <w:tmpl w:val="66AC4614"/>
    <w:lvl w:ilvl="0" w:tplc="30069DE4">
      <w:start w:val="2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8">
    <w:nsid w:val="7E8E6F5A"/>
    <w:multiLevelType w:val="hybridMultilevel"/>
    <w:tmpl w:val="CBE473B2"/>
    <w:lvl w:ilvl="0" w:tplc="7F7AE4B0">
      <w:start w:val="1"/>
      <w:numFmt w:val="decimal"/>
      <w:lvlText w:val="%1)"/>
      <w:lvlJc w:val="left"/>
      <w:pPr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num w:numId="1">
    <w:abstractNumId w:val="34"/>
  </w:num>
  <w:num w:numId="2">
    <w:abstractNumId w:val="32"/>
  </w:num>
  <w:num w:numId="3">
    <w:abstractNumId w:val="35"/>
  </w:num>
  <w:num w:numId="4">
    <w:abstractNumId w:val="42"/>
  </w:num>
  <w:num w:numId="5">
    <w:abstractNumId w:val="46"/>
  </w:num>
  <w:num w:numId="6">
    <w:abstractNumId w:val="28"/>
  </w:num>
  <w:num w:numId="7">
    <w:abstractNumId w:val="40"/>
  </w:num>
  <w:num w:numId="8">
    <w:abstractNumId w:val="36"/>
  </w:num>
  <w:num w:numId="9">
    <w:abstractNumId w:val="27"/>
  </w:num>
  <w:num w:numId="10">
    <w:abstractNumId w:val="4"/>
  </w:num>
  <w:num w:numId="11">
    <w:abstractNumId w:val="31"/>
  </w:num>
  <w:num w:numId="12">
    <w:abstractNumId w:val="33"/>
  </w:num>
  <w:num w:numId="13">
    <w:abstractNumId w:val="29"/>
  </w:num>
  <w:num w:numId="14">
    <w:abstractNumId w:val="41"/>
  </w:num>
  <w:num w:numId="15">
    <w:abstractNumId w:val="0"/>
  </w:num>
  <w:num w:numId="16">
    <w:abstractNumId w:val="13"/>
  </w:num>
  <w:num w:numId="17">
    <w:abstractNumId w:val="6"/>
  </w:num>
  <w:num w:numId="18">
    <w:abstractNumId w:val="37"/>
  </w:num>
  <w:num w:numId="19">
    <w:abstractNumId w:val="11"/>
  </w:num>
  <w:num w:numId="20">
    <w:abstractNumId w:val="19"/>
  </w:num>
  <w:num w:numId="21">
    <w:abstractNumId w:val="12"/>
  </w:num>
  <w:num w:numId="22">
    <w:abstractNumId w:val="10"/>
  </w:num>
  <w:num w:numId="23">
    <w:abstractNumId w:val="18"/>
  </w:num>
  <w:num w:numId="24">
    <w:abstractNumId w:val="43"/>
  </w:num>
  <w:num w:numId="25">
    <w:abstractNumId w:val="23"/>
  </w:num>
  <w:num w:numId="26">
    <w:abstractNumId w:val="22"/>
  </w:num>
  <w:num w:numId="27">
    <w:abstractNumId w:val="17"/>
  </w:num>
  <w:num w:numId="28">
    <w:abstractNumId w:val="8"/>
  </w:num>
  <w:num w:numId="29">
    <w:abstractNumId w:val="20"/>
  </w:num>
  <w:num w:numId="30">
    <w:abstractNumId w:val="26"/>
  </w:num>
  <w:num w:numId="31">
    <w:abstractNumId w:val="5"/>
  </w:num>
  <w:num w:numId="32">
    <w:abstractNumId w:val="2"/>
  </w:num>
  <w:num w:numId="33">
    <w:abstractNumId w:val="25"/>
  </w:num>
  <w:num w:numId="34">
    <w:abstractNumId w:val="3"/>
  </w:num>
  <w:num w:numId="35">
    <w:abstractNumId w:val="39"/>
  </w:num>
  <w:num w:numId="36">
    <w:abstractNumId w:val="1"/>
  </w:num>
  <w:num w:numId="37">
    <w:abstractNumId w:val="47"/>
  </w:num>
  <w:num w:numId="38">
    <w:abstractNumId w:val="7"/>
  </w:num>
  <w:num w:numId="39">
    <w:abstractNumId w:val="38"/>
  </w:num>
  <w:num w:numId="40">
    <w:abstractNumId w:val="48"/>
  </w:num>
  <w:num w:numId="41">
    <w:abstractNumId w:val="45"/>
  </w:num>
  <w:num w:numId="42">
    <w:abstractNumId w:val="9"/>
  </w:num>
  <w:num w:numId="43">
    <w:abstractNumId w:val="14"/>
  </w:num>
  <w:num w:numId="44">
    <w:abstractNumId w:val="30"/>
  </w:num>
  <w:num w:numId="45">
    <w:abstractNumId w:val="16"/>
  </w:num>
  <w:num w:numId="46">
    <w:abstractNumId w:val="21"/>
  </w:num>
  <w:num w:numId="47">
    <w:abstractNumId w:val="15"/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87"/>
    <w:rsid w:val="00012EA6"/>
    <w:rsid w:val="00023CDF"/>
    <w:rsid w:val="000301F5"/>
    <w:rsid w:val="00031DAB"/>
    <w:rsid w:val="000371A6"/>
    <w:rsid w:val="000451EA"/>
    <w:rsid w:val="0004644F"/>
    <w:rsid w:val="000631D6"/>
    <w:rsid w:val="00064B1D"/>
    <w:rsid w:val="0007430E"/>
    <w:rsid w:val="00082DC8"/>
    <w:rsid w:val="0009646C"/>
    <w:rsid w:val="00096830"/>
    <w:rsid w:val="000A464E"/>
    <w:rsid w:val="000A6821"/>
    <w:rsid w:val="000B23F5"/>
    <w:rsid w:val="000B360D"/>
    <w:rsid w:val="000B6535"/>
    <w:rsid w:val="000B6BB8"/>
    <w:rsid w:val="000D58C0"/>
    <w:rsid w:val="000E4194"/>
    <w:rsid w:val="000E6EEC"/>
    <w:rsid w:val="000F58A5"/>
    <w:rsid w:val="000F64B2"/>
    <w:rsid w:val="000F7176"/>
    <w:rsid w:val="00104800"/>
    <w:rsid w:val="001077BB"/>
    <w:rsid w:val="00112DD0"/>
    <w:rsid w:val="001216DC"/>
    <w:rsid w:val="00132798"/>
    <w:rsid w:val="001368D3"/>
    <w:rsid w:val="00136943"/>
    <w:rsid w:val="00145A6C"/>
    <w:rsid w:val="00153BFE"/>
    <w:rsid w:val="00153CFA"/>
    <w:rsid w:val="00154C6B"/>
    <w:rsid w:val="001649F2"/>
    <w:rsid w:val="00167521"/>
    <w:rsid w:val="00171C25"/>
    <w:rsid w:val="001728B8"/>
    <w:rsid w:val="00182EC8"/>
    <w:rsid w:val="00186DBC"/>
    <w:rsid w:val="00186E4A"/>
    <w:rsid w:val="001954EA"/>
    <w:rsid w:val="001A1D03"/>
    <w:rsid w:val="001B6D0F"/>
    <w:rsid w:val="001B7F96"/>
    <w:rsid w:val="001C3539"/>
    <w:rsid w:val="001D0151"/>
    <w:rsid w:val="001D0C2A"/>
    <w:rsid w:val="001D4521"/>
    <w:rsid w:val="001D71D0"/>
    <w:rsid w:val="001E0B8D"/>
    <w:rsid w:val="001E2834"/>
    <w:rsid w:val="001F70D2"/>
    <w:rsid w:val="00201968"/>
    <w:rsid w:val="00206BA7"/>
    <w:rsid w:val="00216D72"/>
    <w:rsid w:val="00220C0E"/>
    <w:rsid w:val="00223C05"/>
    <w:rsid w:val="00225F4E"/>
    <w:rsid w:val="00234072"/>
    <w:rsid w:val="00242533"/>
    <w:rsid w:val="002441AE"/>
    <w:rsid w:val="00260300"/>
    <w:rsid w:val="00261ADC"/>
    <w:rsid w:val="00275A31"/>
    <w:rsid w:val="00287143"/>
    <w:rsid w:val="00292342"/>
    <w:rsid w:val="00292383"/>
    <w:rsid w:val="00296F67"/>
    <w:rsid w:val="002B0D49"/>
    <w:rsid w:val="002B0E75"/>
    <w:rsid w:val="002B433B"/>
    <w:rsid w:val="002C50DF"/>
    <w:rsid w:val="002C5C4B"/>
    <w:rsid w:val="002D1386"/>
    <w:rsid w:val="002D23BD"/>
    <w:rsid w:val="002D57EF"/>
    <w:rsid w:val="002D7BB5"/>
    <w:rsid w:val="002E0A6F"/>
    <w:rsid w:val="002F4F24"/>
    <w:rsid w:val="002F58F1"/>
    <w:rsid w:val="002F5A02"/>
    <w:rsid w:val="00310896"/>
    <w:rsid w:val="00314087"/>
    <w:rsid w:val="003154C4"/>
    <w:rsid w:val="00315D0B"/>
    <w:rsid w:val="003224CA"/>
    <w:rsid w:val="00325071"/>
    <w:rsid w:val="003336A7"/>
    <w:rsid w:val="00334D72"/>
    <w:rsid w:val="00337CA0"/>
    <w:rsid w:val="00340350"/>
    <w:rsid w:val="00347D38"/>
    <w:rsid w:val="00357E1D"/>
    <w:rsid w:val="003612EC"/>
    <w:rsid w:val="003648EA"/>
    <w:rsid w:val="003650C1"/>
    <w:rsid w:val="00374DC2"/>
    <w:rsid w:val="0037652A"/>
    <w:rsid w:val="00380F07"/>
    <w:rsid w:val="00383DBB"/>
    <w:rsid w:val="00392A31"/>
    <w:rsid w:val="003A447A"/>
    <w:rsid w:val="003B079F"/>
    <w:rsid w:val="003B23D9"/>
    <w:rsid w:val="003B5225"/>
    <w:rsid w:val="003B6B8E"/>
    <w:rsid w:val="003C18B3"/>
    <w:rsid w:val="003C3881"/>
    <w:rsid w:val="003C39FB"/>
    <w:rsid w:val="003C59FD"/>
    <w:rsid w:val="003D20C4"/>
    <w:rsid w:val="003D69CA"/>
    <w:rsid w:val="003E4EE2"/>
    <w:rsid w:val="003E7053"/>
    <w:rsid w:val="003F4206"/>
    <w:rsid w:val="00405CE1"/>
    <w:rsid w:val="004066B0"/>
    <w:rsid w:val="004167EE"/>
    <w:rsid w:val="00420D81"/>
    <w:rsid w:val="00420FA5"/>
    <w:rsid w:val="00424A63"/>
    <w:rsid w:val="0043739D"/>
    <w:rsid w:val="00445629"/>
    <w:rsid w:val="004465C6"/>
    <w:rsid w:val="00451561"/>
    <w:rsid w:val="00461530"/>
    <w:rsid w:val="00463F52"/>
    <w:rsid w:val="004652D2"/>
    <w:rsid w:val="00465C0B"/>
    <w:rsid w:val="00477B2F"/>
    <w:rsid w:val="004846A5"/>
    <w:rsid w:val="004A31F7"/>
    <w:rsid w:val="004B2537"/>
    <w:rsid w:val="004B7D59"/>
    <w:rsid w:val="004F1567"/>
    <w:rsid w:val="00506A3B"/>
    <w:rsid w:val="00506D0B"/>
    <w:rsid w:val="00510F7A"/>
    <w:rsid w:val="0052347A"/>
    <w:rsid w:val="005300D4"/>
    <w:rsid w:val="00534ACE"/>
    <w:rsid w:val="005437ED"/>
    <w:rsid w:val="00544115"/>
    <w:rsid w:val="005470FD"/>
    <w:rsid w:val="00547A8E"/>
    <w:rsid w:val="00563655"/>
    <w:rsid w:val="00563942"/>
    <w:rsid w:val="005653E4"/>
    <w:rsid w:val="005A1A87"/>
    <w:rsid w:val="005A6440"/>
    <w:rsid w:val="005B084D"/>
    <w:rsid w:val="005C3232"/>
    <w:rsid w:val="005D15D1"/>
    <w:rsid w:val="005D773B"/>
    <w:rsid w:val="005E5939"/>
    <w:rsid w:val="005F7DB2"/>
    <w:rsid w:val="0060188E"/>
    <w:rsid w:val="00607635"/>
    <w:rsid w:val="00620CD7"/>
    <w:rsid w:val="00642A62"/>
    <w:rsid w:val="006512B3"/>
    <w:rsid w:val="006641B4"/>
    <w:rsid w:val="006662A4"/>
    <w:rsid w:val="00672951"/>
    <w:rsid w:val="006743C8"/>
    <w:rsid w:val="00681DD3"/>
    <w:rsid w:val="00686009"/>
    <w:rsid w:val="00694D40"/>
    <w:rsid w:val="00697CBB"/>
    <w:rsid w:val="006A17FF"/>
    <w:rsid w:val="006A4DB9"/>
    <w:rsid w:val="006B74D5"/>
    <w:rsid w:val="006D3122"/>
    <w:rsid w:val="006E188F"/>
    <w:rsid w:val="006F15E1"/>
    <w:rsid w:val="006F7A1B"/>
    <w:rsid w:val="00706DD2"/>
    <w:rsid w:val="00707BE4"/>
    <w:rsid w:val="00710D91"/>
    <w:rsid w:val="0071162A"/>
    <w:rsid w:val="00713173"/>
    <w:rsid w:val="00716623"/>
    <w:rsid w:val="00717DEA"/>
    <w:rsid w:val="007203F4"/>
    <w:rsid w:val="007267DC"/>
    <w:rsid w:val="00727FC6"/>
    <w:rsid w:val="0073516C"/>
    <w:rsid w:val="00754595"/>
    <w:rsid w:val="00774D20"/>
    <w:rsid w:val="00775E4A"/>
    <w:rsid w:val="007816DD"/>
    <w:rsid w:val="007857FE"/>
    <w:rsid w:val="00785E69"/>
    <w:rsid w:val="007A63A2"/>
    <w:rsid w:val="007C1B15"/>
    <w:rsid w:val="007D14F9"/>
    <w:rsid w:val="007D7366"/>
    <w:rsid w:val="007E7BC3"/>
    <w:rsid w:val="008000B9"/>
    <w:rsid w:val="00801F79"/>
    <w:rsid w:val="00804BC9"/>
    <w:rsid w:val="008304D7"/>
    <w:rsid w:val="00835DD1"/>
    <w:rsid w:val="00840B84"/>
    <w:rsid w:val="008417E0"/>
    <w:rsid w:val="00861204"/>
    <w:rsid w:val="00871F2F"/>
    <w:rsid w:val="00872819"/>
    <w:rsid w:val="00884326"/>
    <w:rsid w:val="00897B50"/>
    <w:rsid w:val="008A07A7"/>
    <w:rsid w:val="008A1CA5"/>
    <w:rsid w:val="008A1F95"/>
    <w:rsid w:val="008A239E"/>
    <w:rsid w:val="008A2ED7"/>
    <w:rsid w:val="008B5DA0"/>
    <w:rsid w:val="008C0B2B"/>
    <w:rsid w:val="008D753F"/>
    <w:rsid w:val="008E3CE5"/>
    <w:rsid w:val="00921349"/>
    <w:rsid w:val="00930463"/>
    <w:rsid w:val="00931C42"/>
    <w:rsid w:val="00951B50"/>
    <w:rsid w:val="009558B3"/>
    <w:rsid w:val="00960358"/>
    <w:rsid w:val="00962E0F"/>
    <w:rsid w:val="00971942"/>
    <w:rsid w:val="00973A23"/>
    <w:rsid w:val="00982E15"/>
    <w:rsid w:val="0098497C"/>
    <w:rsid w:val="00985C3F"/>
    <w:rsid w:val="0099245E"/>
    <w:rsid w:val="00992A42"/>
    <w:rsid w:val="00993FCF"/>
    <w:rsid w:val="00997619"/>
    <w:rsid w:val="009A7FEA"/>
    <w:rsid w:val="009B1ABF"/>
    <w:rsid w:val="009B20C5"/>
    <w:rsid w:val="009B4942"/>
    <w:rsid w:val="009B7703"/>
    <w:rsid w:val="009D043D"/>
    <w:rsid w:val="009D249B"/>
    <w:rsid w:val="009E784F"/>
    <w:rsid w:val="009F008C"/>
    <w:rsid w:val="009F209E"/>
    <w:rsid w:val="009F2396"/>
    <w:rsid w:val="009F3C40"/>
    <w:rsid w:val="00A04874"/>
    <w:rsid w:val="00A04F21"/>
    <w:rsid w:val="00A072BB"/>
    <w:rsid w:val="00A30D7E"/>
    <w:rsid w:val="00A33114"/>
    <w:rsid w:val="00A569D2"/>
    <w:rsid w:val="00A67ADF"/>
    <w:rsid w:val="00A7390F"/>
    <w:rsid w:val="00A80F6E"/>
    <w:rsid w:val="00A83683"/>
    <w:rsid w:val="00A83949"/>
    <w:rsid w:val="00A91FC4"/>
    <w:rsid w:val="00A92B75"/>
    <w:rsid w:val="00AA503A"/>
    <w:rsid w:val="00AC4226"/>
    <w:rsid w:val="00AD34B1"/>
    <w:rsid w:val="00AD571A"/>
    <w:rsid w:val="00AD5915"/>
    <w:rsid w:val="00AE72B1"/>
    <w:rsid w:val="00AF1CAA"/>
    <w:rsid w:val="00AF5EB8"/>
    <w:rsid w:val="00B061B9"/>
    <w:rsid w:val="00B07697"/>
    <w:rsid w:val="00B27C26"/>
    <w:rsid w:val="00B31361"/>
    <w:rsid w:val="00B4553E"/>
    <w:rsid w:val="00B5316E"/>
    <w:rsid w:val="00B56361"/>
    <w:rsid w:val="00B56F14"/>
    <w:rsid w:val="00B613CC"/>
    <w:rsid w:val="00B63A55"/>
    <w:rsid w:val="00B66235"/>
    <w:rsid w:val="00B75C8E"/>
    <w:rsid w:val="00B77587"/>
    <w:rsid w:val="00B801FC"/>
    <w:rsid w:val="00B81374"/>
    <w:rsid w:val="00B92EA9"/>
    <w:rsid w:val="00B960B6"/>
    <w:rsid w:val="00BC03C6"/>
    <w:rsid w:val="00BD0C41"/>
    <w:rsid w:val="00C149C9"/>
    <w:rsid w:val="00C161A7"/>
    <w:rsid w:val="00C21C88"/>
    <w:rsid w:val="00C233F9"/>
    <w:rsid w:val="00C23A3C"/>
    <w:rsid w:val="00C252F0"/>
    <w:rsid w:val="00C35422"/>
    <w:rsid w:val="00C43F4A"/>
    <w:rsid w:val="00C53A4F"/>
    <w:rsid w:val="00C553E4"/>
    <w:rsid w:val="00C57245"/>
    <w:rsid w:val="00C62F8E"/>
    <w:rsid w:val="00C642AE"/>
    <w:rsid w:val="00C67175"/>
    <w:rsid w:val="00C708AC"/>
    <w:rsid w:val="00C737A0"/>
    <w:rsid w:val="00C7668F"/>
    <w:rsid w:val="00C85BD3"/>
    <w:rsid w:val="00C92CAE"/>
    <w:rsid w:val="00C979F4"/>
    <w:rsid w:val="00CA5625"/>
    <w:rsid w:val="00CB2732"/>
    <w:rsid w:val="00CB434D"/>
    <w:rsid w:val="00CB7966"/>
    <w:rsid w:val="00CE0756"/>
    <w:rsid w:val="00CF05DC"/>
    <w:rsid w:val="00CF26FA"/>
    <w:rsid w:val="00D039A5"/>
    <w:rsid w:val="00D22891"/>
    <w:rsid w:val="00D2323E"/>
    <w:rsid w:val="00D26251"/>
    <w:rsid w:val="00D277D0"/>
    <w:rsid w:val="00D36136"/>
    <w:rsid w:val="00D4651D"/>
    <w:rsid w:val="00D52094"/>
    <w:rsid w:val="00D62EC4"/>
    <w:rsid w:val="00D659D0"/>
    <w:rsid w:val="00D714EA"/>
    <w:rsid w:val="00D730A7"/>
    <w:rsid w:val="00D74C1E"/>
    <w:rsid w:val="00D810D8"/>
    <w:rsid w:val="00D81266"/>
    <w:rsid w:val="00D90DDE"/>
    <w:rsid w:val="00D92427"/>
    <w:rsid w:val="00DB1DDA"/>
    <w:rsid w:val="00DB37DB"/>
    <w:rsid w:val="00DB4F4F"/>
    <w:rsid w:val="00DD6CA8"/>
    <w:rsid w:val="00DD738C"/>
    <w:rsid w:val="00DE043E"/>
    <w:rsid w:val="00DE2C1E"/>
    <w:rsid w:val="00DE53E6"/>
    <w:rsid w:val="00DE7DEE"/>
    <w:rsid w:val="00DF2093"/>
    <w:rsid w:val="00E038A3"/>
    <w:rsid w:val="00E1191C"/>
    <w:rsid w:val="00E21236"/>
    <w:rsid w:val="00E22332"/>
    <w:rsid w:val="00E367E3"/>
    <w:rsid w:val="00E4440A"/>
    <w:rsid w:val="00E4501D"/>
    <w:rsid w:val="00E54661"/>
    <w:rsid w:val="00E5500C"/>
    <w:rsid w:val="00E55BAA"/>
    <w:rsid w:val="00E60802"/>
    <w:rsid w:val="00E641EA"/>
    <w:rsid w:val="00E64334"/>
    <w:rsid w:val="00E67DC1"/>
    <w:rsid w:val="00E705F1"/>
    <w:rsid w:val="00E74E51"/>
    <w:rsid w:val="00E80CB3"/>
    <w:rsid w:val="00E84465"/>
    <w:rsid w:val="00EA5308"/>
    <w:rsid w:val="00EB2224"/>
    <w:rsid w:val="00EB4C22"/>
    <w:rsid w:val="00ED4B3B"/>
    <w:rsid w:val="00EE26E7"/>
    <w:rsid w:val="00EF6323"/>
    <w:rsid w:val="00F01DFC"/>
    <w:rsid w:val="00F03E2F"/>
    <w:rsid w:val="00F163BE"/>
    <w:rsid w:val="00F23E0F"/>
    <w:rsid w:val="00F24CBD"/>
    <w:rsid w:val="00F45128"/>
    <w:rsid w:val="00F530AC"/>
    <w:rsid w:val="00F64585"/>
    <w:rsid w:val="00F74FC5"/>
    <w:rsid w:val="00F75CA0"/>
    <w:rsid w:val="00F7770D"/>
    <w:rsid w:val="00F924D9"/>
    <w:rsid w:val="00F96533"/>
    <w:rsid w:val="00FB6818"/>
    <w:rsid w:val="00FD2496"/>
    <w:rsid w:val="00FE6271"/>
    <w:rsid w:val="00FE7CA8"/>
    <w:rsid w:val="00FF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446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5C0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Batang" w:hAnsi="Arial" w:cs="Arial"/>
      <w:b/>
      <w:bCs/>
      <w:color w:val="26282F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5C0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465C0B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hAnsi="Arial" w:cs="Arial"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5C0B"/>
    <w:rPr>
      <w:rFonts w:ascii="Arial" w:eastAsia="Batang" w:hAnsi="Arial" w:cs="Arial"/>
      <w:b/>
      <w:bCs/>
      <w:color w:val="26282F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5C0B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65C0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rsid w:val="00465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65C0B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465C0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465C0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65C0B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rsid w:val="00465C0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65C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5C0B"/>
    <w:rPr>
      <w:rFonts w:ascii="Calibri" w:eastAsia="Times New Roman" w:hAnsi="Calibri" w:cs="Times New Roman"/>
    </w:rPr>
  </w:style>
  <w:style w:type="paragraph" w:customStyle="1" w:styleId="ConsNormal">
    <w:name w:val="ConsNormal"/>
    <w:uiPriority w:val="99"/>
    <w:rsid w:val="00465C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465C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465C0B"/>
    <w:pPr>
      <w:ind w:left="720"/>
      <w:contextualSpacing/>
    </w:pPr>
  </w:style>
  <w:style w:type="paragraph" w:customStyle="1" w:styleId="ConsPlusNonformat">
    <w:name w:val="ConsPlusNonformat"/>
    <w:uiPriority w:val="99"/>
    <w:rsid w:val="00465C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465C0B"/>
    <w:pPr>
      <w:jc w:val="both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Гипертекстовая ссылка"/>
    <w:uiPriority w:val="99"/>
    <w:rsid w:val="00465C0B"/>
    <w:rPr>
      <w:color w:val="106BBE"/>
    </w:rPr>
  </w:style>
  <w:style w:type="paragraph" w:customStyle="1" w:styleId="a0">
    <w:name w:val="Комментарий"/>
    <w:basedOn w:val="Normal"/>
    <w:next w:val="Normal"/>
    <w:uiPriority w:val="99"/>
    <w:rsid w:val="00465C0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Batang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465C0B"/>
    <w:rPr>
      <w:i/>
      <w:iCs/>
    </w:rPr>
  </w:style>
  <w:style w:type="paragraph" w:customStyle="1" w:styleId="p23">
    <w:name w:val="p23"/>
    <w:basedOn w:val="Normal"/>
    <w:uiPriority w:val="99"/>
    <w:rsid w:val="00465C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DefaultParagraphFont"/>
    <w:uiPriority w:val="99"/>
    <w:rsid w:val="00465C0B"/>
    <w:rPr>
      <w:rFonts w:cs="Times New Roman"/>
    </w:rPr>
  </w:style>
  <w:style w:type="paragraph" w:customStyle="1" w:styleId="p24">
    <w:name w:val="p24"/>
    <w:basedOn w:val="Normal"/>
    <w:uiPriority w:val="99"/>
    <w:rsid w:val="00465C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1cl">
    <w:name w:val="text1cl"/>
    <w:basedOn w:val="Normal"/>
    <w:uiPriority w:val="99"/>
    <w:rsid w:val="00465C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e0e7eee2fbe9">
    <w:name w:val="Бc1аe0зe7оeeвe2ыfbйe9"/>
    <w:uiPriority w:val="99"/>
    <w:rsid w:val="00465C0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semiHidden/>
    <w:rsid w:val="00465C0B"/>
    <w:rPr>
      <w:rFonts w:cs="Times New Roman"/>
      <w:color w:val="0000FF"/>
      <w:u w:val="single"/>
    </w:rPr>
  </w:style>
  <w:style w:type="paragraph" w:customStyle="1" w:styleId="a2">
    <w:name w:val="Прижатый влево"/>
    <w:basedOn w:val="Normal"/>
    <w:next w:val="Normal"/>
    <w:uiPriority w:val="99"/>
    <w:rsid w:val="00465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465C0B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465C0B"/>
    <w:pPr>
      <w:keepNext/>
      <w:widowControl w:val="0"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uiPriority w:val="99"/>
    <w:rsid w:val="00465C0B"/>
    <w:pPr>
      <w:widowControl w:val="0"/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Textbody"/>
    <w:uiPriority w:val="99"/>
    <w:rsid w:val="00465C0B"/>
    <w:rPr>
      <w:rFonts w:cs="Tahoma"/>
    </w:rPr>
  </w:style>
  <w:style w:type="paragraph" w:styleId="Caption">
    <w:name w:val="caption"/>
    <w:basedOn w:val="Standard"/>
    <w:uiPriority w:val="99"/>
    <w:qFormat/>
    <w:rsid w:val="00465C0B"/>
    <w:pPr>
      <w:widowControl w:val="0"/>
      <w:suppressLineNumbers/>
      <w:spacing w:before="120" w:after="120" w:line="240" w:lineRule="auto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465C0B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uiPriority w:val="99"/>
    <w:rsid w:val="00465C0B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Указатель1"/>
    <w:basedOn w:val="Standard"/>
    <w:uiPriority w:val="99"/>
    <w:rsid w:val="00465C0B"/>
    <w:pPr>
      <w:widowControl w:val="0"/>
      <w:suppressLineNumbers/>
      <w:spacing w:after="0" w:line="240" w:lineRule="auto"/>
    </w:pPr>
    <w:rPr>
      <w:rFonts w:ascii="Times New Roman" w:hAnsi="Times New Roman" w:cs="Tahoma"/>
      <w:sz w:val="24"/>
      <w:szCs w:val="24"/>
    </w:rPr>
  </w:style>
  <w:style w:type="paragraph" w:customStyle="1" w:styleId="a3">
    <w:name w:val="Нормальный (таблица)"/>
    <w:uiPriority w:val="99"/>
    <w:rsid w:val="00465C0B"/>
    <w:pPr>
      <w:widowControl w:val="0"/>
      <w:suppressAutoHyphens/>
      <w:autoSpaceDN w:val="0"/>
      <w:jc w:val="both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465C0B"/>
    <w:pPr>
      <w:suppressLineNumbers/>
      <w:jc w:val="center"/>
    </w:pPr>
    <w:rPr>
      <w:b/>
      <w:bCs/>
    </w:rPr>
  </w:style>
  <w:style w:type="paragraph" w:customStyle="1" w:styleId="a4">
    <w:name w:val="Таблицы (моноширинный)"/>
    <w:basedOn w:val="Standard"/>
    <w:next w:val="Standard"/>
    <w:uiPriority w:val="99"/>
    <w:rsid w:val="00465C0B"/>
    <w:pPr>
      <w:widowControl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WW8Num1z0">
    <w:name w:val="WW8Num1z0"/>
    <w:uiPriority w:val="99"/>
    <w:rsid w:val="00465C0B"/>
  </w:style>
  <w:style w:type="character" w:customStyle="1" w:styleId="WW8Num1z1">
    <w:name w:val="WW8Num1z1"/>
    <w:uiPriority w:val="99"/>
    <w:rsid w:val="00465C0B"/>
  </w:style>
  <w:style w:type="character" w:customStyle="1" w:styleId="WW8Num1z2">
    <w:name w:val="WW8Num1z2"/>
    <w:uiPriority w:val="99"/>
    <w:rsid w:val="00465C0B"/>
  </w:style>
  <w:style w:type="character" w:customStyle="1" w:styleId="WW8Num1z3">
    <w:name w:val="WW8Num1z3"/>
    <w:uiPriority w:val="99"/>
    <w:rsid w:val="00465C0B"/>
  </w:style>
  <w:style w:type="character" w:customStyle="1" w:styleId="WW8Num1z4">
    <w:name w:val="WW8Num1z4"/>
    <w:uiPriority w:val="99"/>
    <w:rsid w:val="00465C0B"/>
  </w:style>
  <w:style w:type="character" w:customStyle="1" w:styleId="WW8Num1z5">
    <w:name w:val="WW8Num1z5"/>
    <w:uiPriority w:val="99"/>
    <w:rsid w:val="00465C0B"/>
  </w:style>
  <w:style w:type="character" w:customStyle="1" w:styleId="WW8Num1z6">
    <w:name w:val="WW8Num1z6"/>
    <w:uiPriority w:val="99"/>
    <w:rsid w:val="00465C0B"/>
  </w:style>
  <w:style w:type="character" w:customStyle="1" w:styleId="WW8Num1z7">
    <w:name w:val="WW8Num1z7"/>
    <w:uiPriority w:val="99"/>
    <w:rsid w:val="00465C0B"/>
  </w:style>
  <w:style w:type="character" w:customStyle="1" w:styleId="WW8Num1z8">
    <w:name w:val="WW8Num1z8"/>
    <w:uiPriority w:val="99"/>
    <w:rsid w:val="00465C0B"/>
  </w:style>
  <w:style w:type="character" w:customStyle="1" w:styleId="WW8Num2z0">
    <w:name w:val="WW8Num2z0"/>
    <w:uiPriority w:val="99"/>
    <w:rsid w:val="00465C0B"/>
  </w:style>
  <w:style w:type="character" w:customStyle="1" w:styleId="WW8Num2z1">
    <w:name w:val="WW8Num2z1"/>
    <w:uiPriority w:val="99"/>
    <w:rsid w:val="00465C0B"/>
  </w:style>
  <w:style w:type="character" w:customStyle="1" w:styleId="WW8Num2z2">
    <w:name w:val="WW8Num2z2"/>
    <w:uiPriority w:val="99"/>
    <w:rsid w:val="00465C0B"/>
  </w:style>
  <w:style w:type="character" w:customStyle="1" w:styleId="WW8Num2z3">
    <w:name w:val="WW8Num2z3"/>
    <w:uiPriority w:val="99"/>
    <w:rsid w:val="00465C0B"/>
  </w:style>
  <w:style w:type="character" w:customStyle="1" w:styleId="WW8Num2z4">
    <w:name w:val="WW8Num2z4"/>
    <w:uiPriority w:val="99"/>
    <w:rsid w:val="00465C0B"/>
  </w:style>
  <w:style w:type="character" w:customStyle="1" w:styleId="WW8Num2z5">
    <w:name w:val="WW8Num2z5"/>
    <w:uiPriority w:val="99"/>
    <w:rsid w:val="00465C0B"/>
  </w:style>
  <w:style w:type="character" w:customStyle="1" w:styleId="WW8Num2z6">
    <w:name w:val="WW8Num2z6"/>
    <w:uiPriority w:val="99"/>
    <w:rsid w:val="00465C0B"/>
  </w:style>
  <w:style w:type="character" w:customStyle="1" w:styleId="WW8Num2z7">
    <w:name w:val="WW8Num2z7"/>
    <w:uiPriority w:val="99"/>
    <w:rsid w:val="00465C0B"/>
  </w:style>
  <w:style w:type="character" w:customStyle="1" w:styleId="WW8Num2z8">
    <w:name w:val="WW8Num2z8"/>
    <w:uiPriority w:val="99"/>
    <w:rsid w:val="00465C0B"/>
  </w:style>
  <w:style w:type="character" w:customStyle="1" w:styleId="a5">
    <w:name w:val="Цветовое выделение"/>
    <w:uiPriority w:val="99"/>
    <w:rsid w:val="00465C0B"/>
    <w:rPr>
      <w:b/>
      <w:color w:val="26282F"/>
    </w:rPr>
  </w:style>
  <w:style w:type="character" w:customStyle="1" w:styleId="Internetlink">
    <w:name w:val="Internet link"/>
    <w:uiPriority w:val="99"/>
    <w:rsid w:val="00465C0B"/>
    <w:rPr>
      <w:color w:val="000080"/>
      <w:u w:val="single"/>
    </w:rPr>
  </w:style>
  <w:style w:type="character" w:customStyle="1" w:styleId="a6">
    <w:name w:val="Основной текст Знак"/>
    <w:uiPriority w:val="99"/>
    <w:rsid w:val="00465C0B"/>
    <w:rPr>
      <w:rFonts w:eastAsia="Times New Roman"/>
      <w:kern w:val="3"/>
      <w:sz w:val="24"/>
    </w:rPr>
  </w:style>
  <w:style w:type="paragraph" w:styleId="CommentText">
    <w:name w:val="annotation text"/>
    <w:basedOn w:val="Standard"/>
    <w:link w:val="CommentTextChar"/>
    <w:uiPriority w:val="99"/>
    <w:rsid w:val="00465C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65C0B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65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65C0B"/>
    <w:rPr>
      <w:b/>
      <w:bCs/>
    </w:rPr>
  </w:style>
  <w:style w:type="paragraph" w:customStyle="1" w:styleId="Framecontents">
    <w:name w:val="Frame contents"/>
    <w:basedOn w:val="Textbody"/>
    <w:uiPriority w:val="99"/>
    <w:rsid w:val="00465C0B"/>
    <w:pPr>
      <w:widowControl/>
      <w:spacing w:line="276" w:lineRule="auto"/>
    </w:pPr>
    <w:rPr>
      <w:rFonts w:ascii="Calibr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rsid w:val="00465C0B"/>
    <w:rPr>
      <w:rFonts w:cs="Times New Roman"/>
      <w:sz w:val="16"/>
    </w:rPr>
  </w:style>
  <w:style w:type="paragraph" w:customStyle="1" w:styleId="ConsPlusNormal">
    <w:name w:val="ConsPlusNormal"/>
    <w:uiPriority w:val="99"/>
    <w:rsid w:val="00315D0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NoSpacing">
    <w:name w:val="No Spacing"/>
    <w:uiPriority w:val="99"/>
    <w:qFormat/>
    <w:rsid w:val="004167EE"/>
    <w:rPr>
      <w:lang w:eastAsia="en-US"/>
    </w:rPr>
  </w:style>
  <w:style w:type="numbering" w:customStyle="1" w:styleId="WW8Num1">
    <w:name w:val="WW8Num1"/>
    <w:rsid w:val="00B3720D"/>
    <w:pPr>
      <w:numPr>
        <w:numId w:val="45"/>
      </w:numPr>
    </w:pPr>
  </w:style>
  <w:style w:type="numbering" w:customStyle="1" w:styleId="WW8Num2">
    <w:name w:val="WW8Num2"/>
    <w:rsid w:val="00B3720D"/>
    <w:pPr>
      <w:numPr>
        <w:numId w:val="4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0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569</TotalTime>
  <Pages>2</Pages>
  <Words>273</Words>
  <Characters>1561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Пряникова_Н_С</cp:lastModifiedBy>
  <cp:revision>8</cp:revision>
  <cp:lastPrinted>2019-11-07T12:22:00Z</cp:lastPrinted>
  <dcterms:created xsi:type="dcterms:W3CDTF">2019-10-31T14:37:00Z</dcterms:created>
  <dcterms:modified xsi:type="dcterms:W3CDTF">2019-11-12T08:39:00Z</dcterms:modified>
</cp:coreProperties>
</file>